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6F0" w:rsidRPr="008336F0" w:rsidRDefault="008336F0" w:rsidP="008336F0">
      <w:pPr>
        <w:spacing w:after="120"/>
        <w:jc w:val="center"/>
        <w:rPr>
          <w:b/>
          <w:color w:val="365F91"/>
          <w:sz w:val="36"/>
          <w:szCs w:val="36"/>
        </w:rPr>
      </w:pPr>
      <w:r w:rsidRPr="008336F0">
        <w:rPr>
          <w:b/>
          <w:color w:val="365F91"/>
          <w:sz w:val="36"/>
          <w:szCs w:val="36"/>
        </w:rPr>
        <w:t>Tutti i numeri del TalentLab – spin-off</w:t>
      </w:r>
      <w:bookmarkStart w:id="0" w:name="_GoBack"/>
      <w:bookmarkEnd w:id="0"/>
    </w:p>
    <w:p w:rsidR="008336F0" w:rsidRPr="00E71FF3" w:rsidRDefault="008336F0" w:rsidP="008336F0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 </w:t>
      </w:r>
      <w:r w:rsidRPr="00E71FF3">
        <w:rPr>
          <w:b/>
          <w:sz w:val="24"/>
          <w:szCs w:val="24"/>
        </w:rPr>
        <w:t>IDEE</w:t>
      </w:r>
      <w:r>
        <w:rPr>
          <w:b/>
          <w:sz w:val="24"/>
          <w:szCs w:val="24"/>
        </w:rPr>
        <w:t xml:space="preserve"> – qual è il settore?</w:t>
      </w:r>
    </w:p>
    <w:tbl>
      <w:tblPr>
        <w:tblW w:w="6878" w:type="dxa"/>
        <w:jc w:val="center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843"/>
        <w:gridCol w:w="1843"/>
      </w:tblGrid>
      <w:tr w:rsidR="008336F0" w:rsidRPr="0091409A" w:rsidTr="008336F0">
        <w:trPr>
          <w:trHeight w:val="496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Pr="0091409A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Settore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Pr="0091409A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Gruppi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Pr="0091409A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Componenti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8336F0" w:rsidRPr="0091409A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%</w:t>
            </w:r>
          </w:p>
        </w:tc>
      </w:tr>
      <w:tr w:rsidR="008336F0" w:rsidTr="00213119">
        <w:trPr>
          <w:trHeight w:val="41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ICT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336F0" w:rsidRPr="00EB470F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48%</w:t>
            </w:r>
          </w:p>
        </w:tc>
      </w:tr>
      <w:tr w:rsidR="008336F0" w:rsidTr="00213119">
        <w:trPr>
          <w:trHeight w:val="404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Life Science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336F0" w:rsidRPr="00EB470F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41</w:t>
            </w:r>
            <w:r>
              <w:rPr>
                <w:b/>
                <w:color w:val="000000"/>
                <w:lang w:eastAsia="it-IT"/>
              </w:rPr>
              <w:t>%</w:t>
            </w:r>
          </w:p>
        </w:tc>
      </w:tr>
      <w:tr w:rsidR="008336F0" w:rsidTr="00213119">
        <w:trPr>
          <w:trHeight w:val="402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Industrial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336F0" w:rsidRPr="00EB470F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4%</w:t>
            </w:r>
          </w:p>
        </w:tc>
      </w:tr>
      <w:tr w:rsidR="008336F0" w:rsidTr="00213119">
        <w:trPr>
          <w:trHeight w:val="408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Energia e Ambiente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21311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36F0" w:rsidRPr="00EB470F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7%</w:t>
            </w:r>
          </w:p>
        </w:tc>
      </w:tr>
      <w:tr w:rsidR="008336F0" w:rsidTr="00213119">
        <w:trPr>
          <w:trHeight w:val="408"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F0" w:rsidRPr="00F41FF3" w:rsidRDefault="008336F0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8336F0" w:rsidRPr="00E71FF3" w:rsidRDefault="008336F0" w:rsidP="008336F0">
      <w:pPr>
        <w:spacing w:after="0"/>
        <w:rPr>
          <w:sz w:val="16"/>
          <w:szCs w:val="16"/>
        </w:rPr>
      </w:pPr>
    </w:p>
    <w:p w:rsidR="008336F0" w:rsidRDefault="008336F0" w:rsidP="008336F0">
      <w:pPr>
        <w:spacing w:after="0"/>
        <w:jc w:val="center"/>
        <w:rPr>
          <w:b/>
          <w:sz w:val="24"/>
          <w:szCs w:val="24"/>
        </w:rPr>
      </w:pPr>
      <w:r w:rsidRPr="00EB470F">
        <w:rPr>
          <w:b/>
          <w:sz w:val="24"/>
          <w:szCs w:val="24"/>
        </w:rPr>
        <w:t>I PARTECIPANTI – chi sono?</w:t>
      </w:r>
    </w:p>
    <w:tbl>
      <w:tblPr>
        <w:tblpPr w:leftFromText="141" w:rightFromText="141" w:vertAnchor="text" w:horzAnchor="page" w:tblpX="6528" w:tblpY="272"/>
        <w:tblW w:w="31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1"/>
        <w:gridCol w:w="1233"/>
      </w:tblGrid>
      <w:tr w:rsidR="008336F0" w:rsidRPr="0091409A" w:rsidTr="008336F0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91409A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Ateneo/Ente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91409A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N.</w:t>
            </w:r>
          </w:p>
        </w:tc>
      </w:tr>
      <w:tr w:rsidR="008336F0" w:rsidRPr="0091409A" w:rsidTr="008336F0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Unical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9</w:t>
            </w:r>
          </w:p>
        </w:tc>
      </w:tr>
      <w:tr w:rsidR="008336F0" w:rsidRPr="0091409A" w:rsidTr="008336F0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Mediterranea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4</w:t>
            </w:r>
          </w:p>
        </w:tc>
      </w:tr>
      <w:tr w:rsidR="008336F0" w:rsidRPr="0091409A" w:rsidTr="008336F0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MagnaGraecia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14</w:t>
            </w:r>
          </w:p>
        </w:tc>
      </w:tr>
      <w:tr w:rsidR="008336F0" w:rsidRPr="0091409A" w:rsidTr="008336F0">
        <w:trPr>
          <w:trHeight w:val="549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Dante Alighieri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1</w:t>
            </w:r>
          </w:p>
        </w:tc>
      </w:tr>
      <w:tr w:rsidR="008336F0" w:rsidRPr="0091409A" w:rsidTr="008336F0">
        <w:trPr>
          <w:trHeight w:val="549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ICAR-CNR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1</w:t>
            </w:r>
          </w:p>
        </w:tc>
      </w:tr>
      <w:tr w:rsidR="008336F0" w:rsidRPr="0091409A" w:rsidTr="008336F0">
        <w:trPr>
          <w:trHeight w:val="299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it-IT"/>
              </w:rPr>
            </w:pPr>
            <w:r>
              <w:rPr>
                <w:rFonts w:eastAsia="Times New Roman"/>
                <w:b/>
                <w:color w:val="000000"/>
                <w:lang w:eastAsia="it-IT"/>
              </w:rPr>
              <w:t>29</w:t>
            </w:r>
          </w:p>
        </w:tc>
      </w:tr>
    </w:tbl>
    <w:p w:rsidR="008336F0" w:rsidRPr="008336F0" w:rsidRDefault="008336F0" w:rsidP="008336F0">
      <w:pPr>
        <w:spacing w:after="0"/>
        <w:rPr>
          <w:vanish/>
        </w:rPr>
      </w:pPr>
    </w:p>
    <w:tbl>
      <w:tblPr>
        <w:tblpPr w:leftFromText="141" w:rightFromText="141" w:vertAnchor="text" w:horzAnchor="margin" w:tblpY="296"/>
        <w:tblW w:w="44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1"/>
        <w:gridCol w:w="1233"/>
        <w:gridCol w:w="1233"/>
      </w:tblGrid>
      <w:tr w:rsidR="008336F0" w:rsidRPr="0091409A" w:rsidTr="008336F0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91409A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Ruolo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91409A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N.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8336F0" w:rsidRPr="0091409A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%</w:t>
            </w:r>
          </w:p>
        </w:tc>
      </w:tr>
      <w:tr w:rsidR="008336F0" w:rsidRPr="0091409A" w:rsidTr="008336F0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Assegnisti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13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36F0" w:rsidRPr="0091409A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12%</w:t>
            </w:r>
          </w:p>
        </w:tc>
      </w:tr>
      <w:tr w:rsidR="008336F0" w:rsidRPr="0091409A" w:rsidTr="008336F0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Ricercatori o Docenti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50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36F0" w:rsidRPr="0091409A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46%</w:t>
            </w:r>
          </w:p>
        </w:tc>
      </w:tr>
      <w:tr w:rsidR="008336F0" w:rsidRPr="0091409A" w:rsidTr="008336F0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Dottorati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21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36F0" w:rsidRPr="0091409A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19%</w:t>
            </w:r>
          </w:p>
        </w:tc>
      </w:tr>
      <w:tr w:rsidR="008336F0" w:rsidRPr="0091409A" w:rsidTr="008336F0">
        <w:trPr>
          <w:trHeight w:val="549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Laureati specializzati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25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36F0" w:rsidRPr="0091409A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23%</w:t>
            </w:r>
          </w:p>
        </w:tc>
      </w:tr>
      <w:tr w:rsidR="008336F0" w:rsidRPr="0091409A" w:rsidTr="008336F0">
        <w:trPr>
          <w:trHeight w:val="429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it-IT"/>
              </w:rPr>
            </w:pPr>
            <w:r w:rsidRPr="00F41FF3">
              <w:rPr>
                <w:rFonts w:eastAsia="Times New Roman"/>
                <w:b/>
                <w:color w:val="000000"/>
                <w:lang w:eastAsia="it-IT"/>
              </w:rPr>
              <w:t>109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36F0" w:rsidRPr="00F41FF3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8336F0" w:rsidRDefault="008336F0" w:rsidP="008336F0">
      <w:pPr>
        <w:jc w:val="center"/>
        <w:rPr>
          <w:b/>
          <w:sz w:val="24"/>
          <w:szCs w:val="24"/>
        </w:rPr>
      </w:pPr>
    </w:p>
    <w:p w:rsidR="008336F0" w:rsidRPr="00EB470F" w:rsidRDefault="008336F0" w:rsidP="008336F0">
      <w:pPr>
        <w:jc w:val="center"/>
        <w:rPr>
          <w:b/>
          <w:sz w:val="24"/>
          <w:szCs w:val="24"/>
        </w:rPr>
      </w:pPr>
    </w:p>
    <w:p w:rsidR="008336F0" w:rsidRDefault="008336F0" w:rsidP="008336F0">
      <w:pPr>
        <w:spacing w:after="0" w:line="240" w:lineRule="auto"/>
        <w:jc w:val="center"/>
      </w:pPr>
    </w:p>
    <w:p w:rsidR="008336F0" w:rsidRDefault="008336F0" w:rsidP="008336F0">
      <w:pPr>
        <w:spacing w:after="0" w:line="240" w:lineRule="auto"/>
        <w:jc w:val="center"/>
      </w:pPr>
    </w:p>
    <w:p w:rsidR="008336F0" w:rsidRDefault="008336F0" w:rsidP="008336F0">
      <w:pPr>
        <w:spacing w:after="0" w:line="240" w:lineRule="auto"/>
        <w:jc w:val="center"/>
      </w:pPr>
    </w:p>
    <w:p w:rsidR="008336F0" w:rsidRDefault="008336F0" w:rsidP="008336F0">
      <w:pPr>
        <w:spacing w:after="0" w:line="240" w:lineRule="auto"/>
        <w:jc w:val="center"/>
      </w:pPr>
    </w:p>
    <w:p w:rsidR="008336F0" w:rsidRDefault="008336F0" w:rsidP="008336F0">
      <w:pPr>
        <w:spacing w:after="0" w:line="240" w:lineRule="auto"/>
        <w:jc w:val="center"/>
      </w:pPr>
    </w:p>
    <w:p w:rsidR="008336F0" w:rsidRDefault="008336F0" w:rsidP="008336F0">
      <w:pPr>
        <w:spacing w:after="0" w:line="240" w:lineRule="auto"/>
        <w:jc w:val="center"/>
      </w:pPr>
    </w:p>
    <w:p w:rsidR="008336F0" w:rsidRDefault="008336F0" w:rsidP="008336F0">
      <w:pPr>
        <w:spacing w:after="0" w:line="240" w:lineRule="auto"/>
        <w:jc w:val="center"/>
      </w:pPr>
    </w:p>
    <w:p w:rsidR="008336F0" w:rsidRDefault="008336F0" w:rsidP="008336F0">
      <w:pPr>
        <w:spacing w:after="0" w:line="240" w:lineRule="auto"/>
        <w:jc w:val="center"/>
      </w:pPr>
    </w:p>
    <w:p w:rsidR="008336F0" w:rsidRPr="00F41FF3" w:rsidRDefault="008336F0" w:rsidP="008336F0">
      <w:pPr>
        <w:spacing w:after="0" w:line="240" w:lineRule="auto"/>
        <w:jc w:val="center"/>
      </w:pPr>
    </w:p>
    <w:tbl>
      <w:tblPr>
        <w:tblpPr w:leftFromText="141" w:rightFromText="141" w:vertAnchor="text" w:horzAnchor="margin" w:tblpY="760"/>
        <w:tblW w:w="44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232"/>
      </w:tblGrid>
      <w:tr w:rsidR="008336F0" w:rsidRPr="00F41FF3" w:rsidTr="008336F0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Ambito di laurea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N.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8336F0" w:rsidRPr="00F41FF3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%</w:t>
            </w:r>
          </w:p>
        </w:tc>
      </w:tr>
      <w:tr w:rsidR="008336F0" w:rsidRPr="00F41FF3" w:rsidTr="008336F0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F41FF3">
              <w:rPr>
                <w:rFonts w:eastAsia="Times New Roman"/>
                <w:color w:val="000000"/>
                <w:lang w:eastAsia="it-IT"/>
              </w:rPr>
              <w:t>Economico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F41FF3">
              <w:rPr>
                <w:rFonts w:eastAsia="Times New Roman"/>
                <w:color w:val="000000"/>
                <w:lang w:eastAsia="it-IT"/>
              </w:rPr>
              <w:t>11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36F0" w:rsidRPr="00F41FF3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10%</w:t>
            </w:r>
          </w:p>
        </w:tc>
      </w:tr>
      <w:tr w:rsidR="008336F0" w:rsidRPr="00F41FF3" w:rsidTr="008336F0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F41FF3">
              <w:rPr>
                <w:rFonts w:eastAsia="Times New Roman"/>
                <w:color w:val="000000"/>
                <w:lang w:eastAsia="it-IT"/>
              </w:rPr>
              <w:t>Scientifico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F41FF3">
              <w:rPr>
                <w:rFonts w:eastAsia="Times New Roman"/>
                <w:color w:val="000000"/>
                <w:lang w:eastAsia="it-IT"/>
              </w:rPr>
              <w:t>98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36F0" w:rsidRPr="00F41FF3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90%</w:t>
            </w:r>
          </w:p>
        </w:tc>
      </w:tr>
      <w:tr w:rsidR="008336F0" w:rsidRPr="00F41FF3" w:rsidTr="008336F0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it-IT"/>
              </w:rPr>
            </w:pPr>
            <w:r w:rsidRPr="00F41FF3">
              <w:rPr>
                <w:rFonts w:eastAsia="Times New Roman"/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it-IT"/>
              </w:rPr>
            </w:pPr>
            <w:r w:rsidRPr="00F41FF3">
              <w:rPr>
                <w:rFonts w:eastAsia="Times New Roman"/>
                <w:b/>
                <w:color w:val="000000"/>
                <w:lang w:eastAsia="it-IT"/>
              </w:rPr>
              <w:t>109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36F0" w:rsidRPr="00F41FF3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8336F0" w:rsidRPr="00F41FF3" w:rsidRDefault="008336F0" w:rsidP="008336F0">
      <w:pPr>
        <w:spacing w:after="0" w:line="240" w:lineRule="auto"/>
        <w:jc w:val="center"/>
        <w:rPr>
          <w:b/>
        </w:rPr>
      </w:pPr>
    </w:p>
    <w:tbl>
      <w:tblPr>
        <w:tblpPr w:leftFromText="141" w:rightFromText="141" w:vertAnchor="text" w:horzAnchor="margin" w:tblpXSpec="right" w:tblpY="428"/>
        <w:tblW w:w="44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232"/>
      </w:tblGrid>
      <w:tr w:rsidR="008336F0" w:rsidRPr="0091409A" w:rsidTr="008336F0">
        <w:trPr>
          <w:trHeight w:val="45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E71FF3" w:rsidRDefault="008336F0" w:rsidP="008336F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it-IT"/>
              </w:rPr>
            </w:pPr>
            <w:r w:rsidRPr="00E71FF3">
              <w:rPr>
                <w:rFonts w:eastAsia="Times New Roman"/>
                <w:b/>
                <w:color w:val="000000"/>
                <w:lang w:eastAsia="it-IT"/>
              </w:rPr>
              <w:t>Genere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N.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</w:tcPr>
          <w:p w:rsidR="008336F0" w:rsidRPr="0091409A" w:rsidRDefault="008336F0" w:rsidP="008336F0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%</w:t>
            </w:r>
          </w:p>
        </w:tc>
      </w:tr>
      <w:tr w:rsidR="008336F0" w:rsidTr="008336F0">
        <w:trPr>
          <w:trHeight w:val="406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Uomini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Default="008336F0" w:rsidP="008336F0">
            <w:pPr>
              <w:spacing w:after="0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69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F0" w:rsidRPr="00EB470F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63%</w:t>
            </w:r>
          </w:p>
        </w:tc>
      </w:tr>
      <w:tr w:rsidR="008336F0" w:rsidTr="008336F0">
        <w:trPr>
          <w:trHeight w:val="542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8336F0">
            <w:pPr>
              <w:spacing w:after="0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Donne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36F0" w:rsidRDefault="008336F0" w:rsidP="008336F0">
            <w:pPr>
              <w:spacing w:after="0"/>
              <w:jc w:val="center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40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36F0" w:rsidRPr="00EB470F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37%</w:t>
            </w:r>
          </w:p>
        </w:tc>
      </w:tr>
      <w:tr w:rsidR="008336F0" w:rsidTr="008336F0">
        <w:trPr>
          <w:trHeight w:val="542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36F0" w:rsidRPr="00F41FF3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6F0" w:rsidRPr="00F41FF3" w:rsidRDefault="008336F0" w:rsidP="008336F0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8336F0" w:rsidRDefault="008336F0" w:rsidP="008336F0">
      <w:pPr>
        <w:spacing w:after="0" w:line="240" w:lineRule="auto"/>
        <w:jc w:val="center"/>
        <w:rPr>
          <w:b/>
          <w:sz w:val="28"/>
          <w:szCs w:val="28"/>
        </w:rPr>
      </w:pPr>
    </w:p>
    <w:p w:rsidR="008336F0" w:rsidRDefault="008336F0" w:rsidP="008336F0">
      <w:pPr>
        <w:spacing w:after="0" w:line="240" w:lineRule="auto"/>
        <w:jc w:val="center"/>
        <w:rPr>
          <w:b/>
          <w:sz w:val="28"/>
          <w:szCs w:val="28"/>
        </w:rPr>
      </w:pPr>
    </w:p>
    <w:p w:rsidR="008336F0" w:rsidRDefault="008336F0" w:rsidP="008336F0">
      <w:pPr>
        <w:spacing w:after="0" w:line="240" w:lineRule="auto"/>
        <w:jc w:val="center"/>
        <w:rPr>
          <w:b/>
          <w:sz w:val="28"/>
          <w:szCs w:val="28"/>
        </w:rPr>
      </w:pPr>
    </w:p>
    <w:p w:rsidR="008336F0" w:rsidRDefault="008336F0" w:rsidP="008336F0">
      <w:pPr>
        <w:spacing w:after="0" w:line="240" w:lineRule="auto"/>
        <w:jc w:val="center"/>
        <w:rPr>
          <w:b/>
          <w:sz w:val="28"/>
          <w:szCs w:val="28"/>
        </w:rPr>
      </w:pPr>
    </w:p>
    <w:p w:rsidR="008336F0" w:rsidRPr="00EB470F" w:rsidRDefault="008336F0" w:rsidP="008336F0">
      <w:pPr>
        <w:spacing w:after="0" w:line="240" w:lineRule="auto"/>
        <w:jc w:val="center"/>
        <w:rPr>
          <w:b/>
          <w:sz w:val="28"/>
          <w:szCs w:val="28"/>
        </w:rPr>
      </w:pPr>
    </w:p>
    <w:p w:rsidR="008336F0" w:rsidRPr="00EB470F" w:rsidRDefault="008336F0" w:rsidP="008336F0">
      <w:pPr>
        <w:spacing w:after="0" w:line="240" w:lineRule="auto"/>
        <w:jc w:val="center"/>
        <w:rPr>
          <w:b/>
          <w:sz w:val="28"/>
          <w:szCs w:val="28"/>
        </w:rPr>
      </w:pPr>
    </w:p>
    <w:p w:rsidR="00685F01" w:rsidRPr="008336F0" w:rsidRDefault="00685F01" w:rsidP="008336F0"/>
    <w:sectPr w:rsidR="00685F01" w:rsidRPr="008336F0" w:rsidSect="00A55D38">
      <w:headerReference w:type="default" r:id="rId7"/>
      <w:footerReference w:type="default" r:id="rId8"/>
      <w:pgSz w:w="11906" w:h="16838"/>
      <w:pgMar w:top="851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2F5" w:rsidRDefault="000B72F5" w:rsidP="00FA07BE">
      <w:pPr>
        <w:spacing w:after="0" w:line="240" w:lineRule="auto"/>
      </w:pPr>
      <w:r>
        <w:separator/>
      </w:r>
    </w:p>
  </w:endnote>
  <w:endnote w:type="continuationSeparator" w:id="0">
    <w:p w:rsidR="000B72F5" w:rsidRDefault="000B72F5" w:rsidP="00FA0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13B" w:rsidRDefault="008336F0" w:rsidP="00A55D38">
    <w:pPr>
      <w:pStyle w:val="Pidipagina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95pt;height:162.35pt">
          <v:imagedata r:id="rId1" o:title="spinoff-footer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2F5" w:rsidRDefault="000B72F5" w:rsidP="00FA07BE">
      <w:pPr>
        <w:spacing w:after="0" w:line="240" w:lineRule="auto"/>
      </w:pPr>
      <w:r>
        <w:separator/>
      </w:r>
    </w:p>
  </w:footnote>
  <w:footnote w:type="continuationSeparator" w:id="0">
    <w:p w:rsidR="000B72F5" w:rsidRDefault="000B72F5" w:rsidP="00FA0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BE" w:rsidRDefault="000B72F5" w:rsidP="00A55D38">
    <w:pPr>
      <w:pStyle w:val="Intestazione"/>
      <w:ind w:left="-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5pt;height:127.7pt">
          <v:imagedata r:id="rId1" o:title="spinoff-heade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013"/>
    <w:rsid w:val="000B72F5"/>
    <w:rsid w:val="000D2013"/>
    <w:rsid w:val="0041430D"/>
    <w:rsid w:val="005F413B"/>
    <w:rsid w:val="00685F01"/>
    <w:rsid w:val="007B24DA"/>
    <w:rsid w:val="0080754E"/>
    <w:rsid w:val="008336F0"/>
    <w:rsid w:val="009D207C"/>
    <w:rsid w:val="00A55D38"/>
    <w:rsid w:val="00AD14D7"/>
    <w:rsid w:val="00B34C70"/>
    <w:rsid w:val="00F950E1"/>
    <w:rsid w:val="00FA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2013"/>
    <w:pPr>
      <w:spacing w:after="200" w:line="276" w:lineRule="auto"/>
    </w:pPr>
    <w:rPr>
      <w:noProof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A07BE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07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07BE"/>
  </w:style>
  <w:style w:type="paragraph" w:styleId="Pidipagina">
    <w:name w:val="footer"/>
    <w:basedOn w:val="Normale"/>
    <w:link w:val="PidipaginaCarattere"/>
    <w:uiPriority w:val="99"/>
    <w:unhideWhenUsed/>
    <w:rsid w:val="00FA07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07BE"/>
  </w:style>
  <w:style w:type="paragraph" w:styleId="NormaleWeb">
    <w:name w:val="Normal (Web)"/>
    <w:basedOn w:val="Normale"/>
    <w:uiPriority w:val="99"/>
    <w:unhideWhenUsed/>
    <w:rsid w:val="00FA07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FA07BE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5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950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grazia\Google%20Drive\Comunicazione\EVENTI&amp;PR\Eventi\2014\TalentLab\Materiali\modello-spinoff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modello-spinoff3.dot</Template>
  <TotalTime>4</TotalTime>
  <Pages>1</Pages>
  <Words>95</Words>
  <Characters>521</Characters>
  <Application>Microsoft Office Word</Application>
  <DocSecurity>0</DocSecurity>
  <Lines>26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Grazia Valentina</dc:creator>
  <cp:lastModifiedBy>De Grazia Valentina</cp:lastModifiedBy>
  <cp:revision>2</cp:revision>
  <cp:lastPrinted>2014-03-26T09:52:00Z</cp:lastPrinted>
  <dcterms:created xsi:type="dcterms:W3CDTF">2014-04-11T12:45:00Z</dcterms:created>
  <dcterms:modified xsi:type="dcterms:W3CDTF">2014-04-15T13:52:00Z</dcterms:modified>
</cp:coreProperties>
</file>